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2F58" w:rsidRPr="00CD0414" w:rsidRDefault="00684A61" w:rsidP="00CD0414">
      <w:pPr>
        <w:pStyle w:val="Heading110"/>
        <w:widowControl/>
        <w:shd w:val="clear" w:color="auto" w:fill="auto"/>
        <w:spacing w:after="0"/>
        <w:jc w:val="center"/>
        <w:rPr>
          <w:sz w:val="32"/>
          <w:szCs w:val="32"/>
        </w:rPr>
      </w:pPr>
      <w:r>
        <w:rPr>
          <w:sz w:val="32"/>
          <w:szCs w:val="32"/>
        </w:rPr>
        <w:t>Klimaatactie-simulatie: Snel opkomende landen</w:t>
      </w:r>
    </w:p>
    <w:p w:rsidR="00A27D58" w:rsidRPr="00CD0414" w:rsidRDefault="00A27D58" w:rsidP="00CD0414">
      <w:pPr>
        <w:pStyle w:val="Heading110"/>
        <w:widowControl/>
        <w:spacing w:after="0"/>
        <w:rPr>
          <w:sz w:val="32"/>
          <w:szCs w:val="32"/>
        </w:rPr>
      </w:pPr>
      <w:r>
        <w:rPr>
          <w:noProof/>
          <w:sz w:val="32"/>
          <w:szCs w:val="32"/>
          <w:lang w:val="fr-BE" w:eastAsia="fr-BE" w:bidi="ar-SA"/>
        </w:rPr>
        <w:drawing>
          <wp:anchor distT="0" distB="0" distL="63500" distR="103505" simplePos="0" relativeHeight="251659776" behindDoc="1" locked="0" layoutInCell="1" allowOverlap="1" wp14:anchorId="0133F173" wp14:editId="40C2834C">
            <wp:simplePos x="0" y="0"/>
            <wp:positionH relativeFrom="margin">
              <wp:posOffset>64135</wp:posOffset>
            </wp:positionH>
            <wp:positionV relativeFrom="paragraph">
              <wp:posOffset>67945</wp:posOffset>
            </wp:positionV>
            <wp:extent cx="1627505" cy="877570"/>
            <wp:effectExtent l="0" t="0" r="0" b="0"/>
            <wp:wrapSquare wrapText="right"/>
            <wp:docPr id="1" name="Picture 1" descr="C:\Users\htoo\AppData\Local\Tem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too\AppData\Local\Tem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27505" cy="877570"/>
                    </a:xfrm>
                    <a:prstGeom prst="rect">
                      <a:avLst/>
                    </a:prstGeom>
                    <a:noFill/>
                  </pic:spPr>
                </pic:pic>
              </a:graphicData>
            </a:graphic>
            <wp14:sizeRelH relativeFrom="page">
              <wp14:pctWidth>0</wp14:pctWidth>
            </wp14:sizeRelH>
            <wp14:sizeRelV relativeFrom="page">
              <wp14:pctHeight>0</wp14:pctHeight>
            </wp14:sizeRelV>
          </wp:anchor>
        </w:drawing>
      </w:r>
    </w:p>
    <w:p w:rsidR="00BB2F58" w:rsidRPr="00CD0414" w:rsidRDefault="00684A61" w:rsidP="00CD0414">
      <w:pPr>
        <w:pStyle w:val="Heading210"/>
        <w:widowControl/>
        <w:shd w:val="clear" w:color="auto" w:fill="auto"/>
        <w:tabs>
          <w:tab w:val="left" w:pos="994"/>
        </w:tabs>
        <w:spacing w:before="0"/>
      </w:pPr>
      <w:r>
        <w:t>Aan:</w:t>
      </w:r>
      <w:r>
        <w:tab/>
        <w:t>de hoofdonderhandelaars van de snel opkomende landen</w:t>
      </w:r>
    </w:p>
    <w:p w:rsidR="00BB2F58" w:rsidRPr="00CD0414" w:rsidRDefault="00684A61" w:rsidP="00CD0414">
      <w:pPr>
        <w:pStyle w:val="Bodytext20"/>
        <w:widowControl/>
        <w:shd w:val="clear" w:color="auto" w:fill="auto"/>
        <w:ind w:left="3600" w:right="240" w:firstLine="0"/>
      </w:pPr>
      <w:r>
        <w:t>(China, India, Indonesië, Brazilië, Mexico, Zuid-Afrika)</w:t>
      </w:r>
    </w:p>
    <w:p w:rsidR="00BB2F58" w:rsidRPr="00CD0414" w:rsidRDefault="00684A61" w:rsidP="00CD0414">
      <w:pPr>
        <w:pStyle w:val="Heading210"/>
        <w:widowControl/>
        <w:shd w:val="clear" w:color="auto" w:fill="auto"/>
        <w:tabs>
          <w:tab w:val="left" w:pos="994"/>
        </w:tabs>
        <w:spacing w:before="0"/>
      </w:pPr>
      <w:r>
        <w:t>Betreft:</w:t>
      </w:r>
      <w:r>
        <w:tab/>
        <w:t>voorbereiding van de klimaatactietop</w:t>
      </w:r>
    </w:p>
    <w:p w:rsidR="00A27D58" w:rsidRPr="00CD0414" w:rsidRDefault="00A27D58" w:rsidP="00CD0414">
      <w:pPr>
        <w:pStyle w:val="Heading210"/>
        <w:widowControl/>
        <w:shd w:val="clear" w:color="auto" w:fill="auto"/>
        <w:tabs>
          <w:tab w:val="left" w:pos="994"/>
        </w:tabs>
        <w:spacing w:before="0"/>
        <w:rPr>
          <w:lang w:val="en-GB"/>
        </w:rPr>
      </w:pPr>
    </w:p>
    <w:p w:rsidR="00A27D58" w:rsidRPr="00CD0414" w:rsidRDefault="00A27D58" w:rsidP="00CD0414">
      <w:pPr>
        <w:pStyle w:val="Heading210"/>
        <w:widowControl/>
        <w:shd w:val="clear" w:color="auto" w:fill="auto"/>
        <w:tabs>
          <w:tab w:val="left" w:pos="994"/>
        </w:tabs>
        <w:spacing w:before="0"/>
        <w:rPr>
          <w:lang w:val="en-GB"/>
        </w:rPr>
      </w:pPr>
    </w:p>
    <w:p w:rsidR="00BB2F58" w:rsidRPr="00CD0414" w:rsidRDefault="00684A61" w:rsidP="00CD0414">
      <w:pPr>
        <w:pStyle w:val="Bodytext20"/>
        <w:widowControl/>
        <w:shd w:val="clear" w:color="auto" w:fill="auto"/>
        <w:spacing w:line="269" w:lineRule="exact"/>
        <w:ind w:firstLine="0"/>
        <w:jc w:val="both"/>
      </w:pPr>
      <w:r>
        <w:t>Welkom op de klimaatactietop. De secretaris-generaal van de VN heeft jullie uitgenodigd om samen met de leiders van alle andere belanghebbende partijen oplossingen uit te werken voor de bestrijd</w:t>
      </w:r>
      <w:r w:rsidR="00F247C9">
        <w:t xml:space="preserve">ing van de klimaatverandering. </w:t>
      </w:r>
      <w:r>
        <w:t xml:space="preserve">In zijn uitnodiging </w:t>
      </w:r>
      <w:r>
        <w:rPr>
          <w:color w:val="0000FF"/>
        </w:rPr>
        <w:t>merkte</w:t>
      </w:r>
      <w:r>
        <w:t xml:space="preserve"> de secretaris-generaal het volgende op: “De klimaatnoodtoestand is een race die we aan het verliezen zijn, maar we kunnen deze race ook winnen... Gerenommeerde wetenschappers vertellen ons dat elke temperatuurstijging boven de 1,5°C zal leiden tot grote en onomkeerbare schade aan onze ecosystemen ... Maar de wetenschap vertelt ons ook dat het nog niet te laat is. Wij kunnen er iets aan doen... Dit vereist echter fundamentele veranderingen in alle aspecten van de samenleving – de manier waarop we voedsel verbouwen, land gebruiken, ons transport aandrijven en onze economieën van energie voorzien ... Door samen te werken, zullen we niemand aan zijn lot overlaten.”</w:t>
      </w:r>
    </w:p>
    <w:p w:rsidR="00BB2F58" w:rsidRPr="00CD0414" w:rsidRDefault="00684A61" w:rsidP="00CD0414">
      <w:pPr>
        <w:pStyle w:val="Bodytext20"/>
        <w:widowControl/>
        <w:shd w:val="clear" w:color="auto" w:fill="auto"/>
        <w:spacing w:line="269" w:lineRule="exact"/>
        <w:ind w:firstLine="0"/>
        <w:jc w:val="both"/>
      </w:pPr>
      <w:r>
        <w:t>Het doel van de top is een plan op te stellen</w:t>
      </w:r>
      <w:bookmarkStart w:id="0" w:name="_GoBack"/>
      <w:bookmarkEnd w:id="0"/>
      <w:r>
        <w:t xml:space="preserve"> om de opwarming van de aarde te beperken tot minder dan 2°C [3,6°F] boven het pre-industriële niveau, en te streven naar 1,5°C [2,7°F], overeenkomstig de internationale doelstellingen die formeel zijn erkend in de klimaatovereenkomst van Parijs. Het wetenschappelijk bewijs laat hierover geen twijfel bestaan: een opwarming boven deze grens zal rampzalige en onomkeerbare gevolgen hebben die een bedreiging vormen voor de gezondheid, de welvaart en het leven van mensen in alle landen.</w:t>
      </w:r>
    </w:p>
    <w:p w:rsidR="00BB2F58" w:rsidRPr="00CD0414" w:rsidRDefault="00684A61" w:rsidP="00CD0414">
      <w:pPr>
        <w:pStyle w:val="Bodytext20"/>
        <w:widowControl/>
        <w:shd w:val="clear" w:color="auto" w:fill="auto"/>
        <w:spacing w:line="269" w:lineRule="exact"/>
        <w:ind w:firstLine="0"/>
        <w:jc w:val="both"/>
      </w:pPr>
      <w:r>
        <w:t xml:space="preserve">Jullie groep vertegenwoordigt de grootste en snelst groeiende ontwikkelingslanden ter wereld (hierboven opgesomd). </w:t>
      </w:r>
      <w:proofErr w:type="gramStart"/>
      <w:r>
        <w:t>Samen tellen</w:t>
      </w:r>
      <w:proofErr w:type="gramEnd"/>
      <w:r>
        <w:t xml:space="preserve"> jullie landen bijna 3,5 miljard inwoners, zo'n 45 % van de 7,7 miljard mensen op aarde. Bij elkaar opgeteld nemen jullie landen echter slechts ca. 25 % van de wereldwijde economische output voor hun rekening, en is jullie bbp (bruto binnenlands product) per hoofd van de bevolking lager en de armoede veel groter dan in de ontwikkelde landen.</w:t>
      </w:r>
    </w:p>
    <w:p w:rsidR="00BB2F58" w:rsidRPr="00CD0414" w:rsidRDefault="00684A61" w:rsidP="00CD0414">
      <w:pPr>
        <w:pStyle w:val="Bodytext20"/>
        <w:widowControl/>
        <w:shd w:val="clear" w:color="auto" w:fill="auto"/>
        <w:ind w:firstLine="0"/>
        <w:jc w:val="both"/>
      </w:pPr>
      <w:r>
        <w:t>De beleidsprioriteiten van jullie groep worden hieronder opgesomd. Jullie kunnen echter elke andere beschikbare beleidsmaatregel voorstellen of blokkeren.</w:t>
      </w:r>
    </w:p>
    <w:p w:rsidR="00BB2F58" w:rsidRPr="00CD0414" w:rsidRDefault="00684A61" w:rsidP="00CD0414">
      <w:pPr>
        <w:pStyle w:val="Heading210"/>
        <w:widowControl/>
        <w:numPr>
          <w:ilvl w:val="0"/>
          <w:numId w:val="1"/>
        </w:numPr>
        <w:shd w:val="clear" w:color="auto" w:fill="auto"/>
        <w:tabs>
          <w:tab w:val="left" w:pos="362"/>
        </w:tabs>
        <w:spacing w:before="0" w:line="269" w:lineRule="exact"/>
      </w:pPr>
      <w:r>
        <w:t xml:space="preserve">Subsidieer hernieuwbare energie (zoals zonne-energie, windenergie, geothermische energie, </w:t>
      </w:r>
      <w:proofErr w:type="gramStart"/>
      <w:r>
        <w:t>waterkracht</w:t>
      </w:r>
      <w:proofErr w:type="gramEnd"/>
      <w:r>
        <w:t xml:space="preserve"> en opslag).</w:t>
      </w:r>
    </w:p>
    <w:p w:rsidR="00BB2F58" w:rsidRPr="00CD0414" w:rsidRDefault="00684A61" w:rsidP="00CD0414">
      <w:pPr>
        <w:pStyle w:val="Bodytext20"/>
        <w:widowControl/>
        <w:shd w:val="clear" w:color="auto" w:fill="auto"/>
        <w:spacing w:line="269" w:lineRule="exact"/>
        <w:ind w:left="380" w:firstLine="0"/>
        <w:jc w:val="both"/>
      </w:pPr>
      <w:r>
        <w:rPr>
          <w:rStyle w:val="Bodytext23"/>
        </w:rPr>
        <w:t>De sector hernieuwbare energie groeit snel, maar levert nog steeds minder dan 5 % van de wereldwijde energievoorziening. Subsidies kunnen deze sector helpen groeien, waardoor er banen bij zullen komen in jullie landen (als jullie tenminste de technologische verbeteringen op het gebied van wind- en zonne-energie en batterijen in de ontwikkelde landen kunnen overtreffen). Opslag (bv. batterijen, thermische opslag, pompaccumulatie) en “slimme netwerken” voor elektrische energie maken het mogelijk om variabele hernieuwbare energiebronnen zoals wind- en zonne-energie in het energiesysteem te integreren en er tegelijkertijd voor te zorgen dat 24 uur per dag en 7 dagen per week elektrische energie wordt geleverd.</w:t>
      </w:r>
    </w:p>
    <w:p w:rsidR="00BB2F58" w:rsidRPr="00CD0414" w:rsidRDefault="00684A61" w:rsidP="00CD0414">
      <w:pPr>
        <w:pStyle w:val="Heading210"/>
        <w:widowControl/>
        <w:numPr>
          <w:ilvl w:val="0"/>
          <w:numId w:val="1"/>
        </w:numPr>
        <w:shd w:val="clear" w:color="auto" w:fill="auto"/>
        <w:tabs>
          <w:tab w:val="left" w:pos="380"/>
        </w:tabs>
        <w:spacing w:before="0" w:after="120" w:line="269" w:lineRule="exact"/>
        <w:ind w:left="380" w:hanging="380"/>
      </w:pPr>
      <w:r>
        <w:t>Beperk de uitstoot van methaan, distikstofoxide en andere broeikasgassen. CO</w:t>
      </w:r>
      <w:r>
        <w:rPr>
          <w:vertAlign w:val="subscript"/>
        </w:rPr>
        <w:t>2</w:t>
      </w:r>
      <w:r>
        <w:t xml:space="preserve"> is het </w:t>
      </w:r>
      <w:r>
        <w:rPr>
          <w:b w:val="0"/>
        </w:rPr>
        <w:t>broeikasgas bij uitstek, maar circa een kwart van de opwarming van de aarde is te wijten aan andere gassen, zoals methaan (CH</w:t>
      </w:r>
      <w:r>
        <w:rPr>
          <w:b w:val="0"/>
          <w:vertAlign w:val="subscript"/>
        </w:rPr>
        <w:t>4</w:t>
      </w:r>
      <w:r>
        <w:rPr>
          <w:b w:val="0"/>
        </w:rPr>
        <w:t>), distikstofoxide (N</w:t>
      </w:r>
      <w:r>
        <w:rPr>
          <w:b w:val="0"/>
          <w:vertAlign w:val="subscript"/>
        </w:rPr>
        <w:t>2</w:t>
      </w:r>
      <w:r>
        <w:rPr>
          <w:b w:val="0"/>
        </w:rPr>
        <w:t>O) en een breed scala aan chloorkoolwaterstoffen en andere fluorverbindingen (zgn. F-gassen). Molecuul voor molecuul zullen veel andere gassen de komende eeuw tientallen, honderden of zelfs duizenden keren meer aan de opwarming van de aarde bijdragen dan CO</w:t>
      </w:r>
      <w:r>
        <w:rPr>
          <w:b w:val="0"/>
          <w:vertAlign w:val="subscript"/>
        </w:rPr>
        <w:t>2</w:t>
      </w:r>
      <w:r>
        <w:rPr>
          <w:b w:val="0"/>
        </w:rPr>
        <w:t>. De concentraties van deze gassen zijn laag, maar nemen wel snel toe.</w:t>
      </w:r>
    </w:p>
    <w:p w:rsidR="00BB2F58" w:rsidRPr="00CD0414" w:rsidRDefault="00684A61" w:rsidP="00CD0414">
      <w:pPr>
        <w:pStyle w:val="Bodytext20"/>
        <w:widowControl/>
        <w:numPr>
          <w:ilvl w:val="0"/>
          <w:numId w:val="1"/>
        </w:numPr>
        <w:shd w:val="clear" w:color="auto" w:fill="auto"/>
        <w:tabs>
          <w:tab w:val="left" w:pos="362"/>
        </w:tabs>
        <w:spacing w:line="269" w:lineRule="exact"/>
        <w:ind w:left="380" w:hanging="380"/>
        <w:jc w:val="both"/>
      </w:pPr>
      <w:r>
        <w:rPr>
          <w:rStyle w:val="Bodytext2Bold"/>
        </w:rPr>
        <w:lastRenderedPageBreak/>
        <w:t xml:space="preserve">De ontbossing tegengaan. </w:t>
      </w:r>
      <w:r>
        <w:t>Ontbossing is momenteel verantwoordelijk voor ongeveer 15 % van de wereldwijde uitstoot van broeikasgassen en gaat vooral ten koste van de tropische bossen in jullie landen, zoals het Amazonegebied, China, India en Indonesië. Door bossen te beschermen kan niet alleen de uitstoot worden beperkt, maar kan ook de biodiversiteit in stand worden gehouden en kunnen watervoorraden worden beschermd. Als ontbossing aan banden wordt gelegd, kan er echter ook minder land worden gebruikt voor houtkap, voedselproductie en andere belangrijke toepassingen.</w:t>
      </w:r>
    </w:p>
    <w:p w:rsidR="00A27D58" w:rsidRPr="00CD0414" w:rsidRDefault="00A27D58" w:rsidP="00CD0414">
      <w:pPr>
        <w:pStyle w:val="Bodytext20"/>
        <w:widowControl/>
        <w:numPr>
          <w:ilvl w:val="0"/>
          <w:numId w:val="1"/>
        </w:numPr>
        <w:shd w:val="clear" w:color="auto" w:fill="auto"/>
        <w:tabs>
          <w:tab w:val="left" w:pos="362"/>
        </w:tabs>
        <w:spacing w:line="269" w:lineRule="exact"/>
        <w:ind w:left="380" w:hanging="380"/>
        <w:jc w:val="both"/>
      </w:pPr>
      <w:r>
        <w:rPr>
          <w:rStyle w:val="Bodytext2Bold"/>
        </w:rPr>
        <w:t xml:space="preserve">Overweeg bebossing. </w:t>
      </w:r>
      <w:r>
        <w:t>Bebossing houdt in dat er bos wordt aangeplant op land waar nu geen bomen groeien. Het gaat daarbij soms om herbebossing of om land dat is aangetast. Indien bebossing op grote schaal wordt toegepast, kunnen landbouw- of veeteeltgronden in het gedrang komen, met hogere voedselprijzen als gevolg. Bedenk hoeveel land gemoeid zou zijn met de bebossingsmaatregelen die jullie en andere groepen voorstellen.</w:t>
      </w:r>
    </w:p>
    <w:p w:rsidR="00BB2F58" w:rsidRPr="00175F65" w:rsidRDefault="00684A61" w:rsidP="00CD0414">
      <w:pPr>
        <w:pStyle w:val="Bodytext20"/>
        <w:widowControl/>
        <w:numPr>
          <w:ilvl w:val="0"/>
          <w:numId w:val="1"/>
        </w:numPr>
        <w:shd w:val="clear" w:color="auto" w:fill="auto"/>
        <w:tabs>
          <w:tab w:val="left" w:pos="362"/>
        </w:tabs>
        <w:spacing w:line="269" w:lineRule="exact"/>
        <w:ind w:left="400"/>
        <w:jc w:val="both"/>
      </w:pPr>
      <w:r>
        <w:t>Overweeg een prijs voor CO</w:t>
      </w:r>
      <w:r>
        <w:rPr>
          <w:vertAlign w:val="subscript"/>
        </w:rPr>
        <w:t>2</w:t>
      </w:r>
      <w:r>
        <w:t>-</w:t>
      </w:r>
      <w:r>
        <w:rPr>
          <w:b/>
        </w:rPr>
        <w:t>emissies</w:t>
      </w:r>
      <w:r>
        <w:t xml:space="preserve"> in te voeren. Fossiele brandstoffen domineren nog steeds het wereldenergiestelsel en de CO</w:t>
      </w:r>
      <w:r>
        <w:rPr>
          <w:vertAlign w:val="subscript"/>
        </w:rPr>
        <w:t>2</w:t>
      </w:r>
      <w:r>
        <w:t xml:space="preserve"> die zij uitstoten, is veruit de grootste bron van broeikasgasemissies die bijdragen aan de klimaatverandering. De door fossiele brandstoffen veroorzaakte milieu- en sociale schade (de “negatieve externe effecten”) worden niet doorberekend in de huidige marktprijzen. Erger nog, wereldwijd verstrekken overheden – ook in veel snel opkomende landen – jaarlijks 775 tot 1000 miljard dollar aan subsidies aan de </w:t>
      </w:r>
      <w:proofErr w:type="spellStart"/>
      <w:r>
        <w:t>fossielebrandstofindustrie</w:t>
      </w:r>
      <w:proofErr w:type="spellEnd"/>
      <w:r>
        <w:t>. Economen zijn het erover eens dat een koolstofprijs de beste manier is om de uitstoot van broeikasgassen wereldwijd te verminderen. Overweeg om koolstof te beprijzen. Dit zou misschien geleidelijk kunnen gebeuren om bedrijven en consumenten de tijd te geven zich aan te passen. De inkomsten kunnen terugvloeien naar de bevolking of worden gebruikt om de kosten van andere beleidsmaatregelen te helpen dekken of om jullie begrotingstekorten terug te dringen. In enkele snel opkomende landen zijn al wel koolstofprijzen ingevoerd (of zijn de subsidies op fossiele brandstoffen verlaagd), maar die liggen ruim onder het minimumbedrag van 30 tot 50 dollar per ton CO</w:t>
      </w:r>
      <w:r>
        <w:rPr>
          <w:vertAlign w:val="subscript"/>
        </w:rPr>
        <w:t>2</w:t>
      </w:r>
      <w:r>
        <w:t xml:space="preserve"> dat veel economen aanbevelen. China werkt aan de invoering van een emissiehandelssysteem voor de hele Chinese markt waarbij de emissies aan een plafond worden gebonden – waardoor de CO</w:t>
      </w:r>
      <w:r>
        <w:rPr>
          <w:vertAlign w:val="subscript"/>
        </w:rPr>
        <w:t>2</w:t>
      </w:r>
      <w:r>
        <w:t>-emissieprijzen zullen stijgen. Andere landen van jullie groep doen dat niet. Jullie kunnen het je echter niet veroorloven om al te hard van stapel te lopen: de middenklasse in jullie landen streeft ernaar om de producten en diensten die voor mensen in ontwikkelde landen vanzelfsprekend zijn (zoals auto's, airco’s en vliegreizen) ook te kunnen kopen, terwijl de armen in jullie landen hun menselijke basisbehoeften zoals een betrouwbare stroomvoorziening, schoon water, voedsel, gezondheidszorg en fatsoenlijke huisvesting willen vervullen, en stijgende energieprijzen onmiddellijk zullen voelen.</w:t>
      </w:r>
    </w:p>
    <w:p w:rsidR="00BB2F58" w:rsidRPr="00CD0414" w:rsidRDefault="00684A61" w:rsidP="00CD0414">
      <w:pPr>
        <w:pStyle w:val="Bodytext20"/>
        <w:widowControl/>
        <w:numPr>
          <w:ilvl w:val="0"/>
          <w:numId w:val="1"/>
        </w:numPr>
        <w:shd w:val="clear" w:color="auto" w:fill="auto"/>
        <w:tabs>
          <w:tab w:val="left" w:pos="362"/>
        </w:tabs>
        <w:spacing w:line="269" w:lineRule="exact"/>
        <w:ind w:left="400"/>
        <w:jc w:val="both"/>
      </w:pPr>
      <w:r>
        <w:rPr>
          <w:rStyle w:val="Bodytext2Bold"/>
        </w:rPr>
        <w:t xml:space="preserve">Overweeg steenkool te belasten. </w:t>
      </w:r>
      <w:r>
        <w:t xml:space="preserve">In veel opkomende landen komen er nog altijd nieuwe steenkoolmijnen en energiecentrales bij, ondanks het feit dat steenkool de meest </w:t>
      </w:r>
      <w:proofErr w:type="spellStart"/>
      <w:r>
        <w:t>koolstofintensieve</w:t>
      </w:r>
      <w:proofErr w:type="spellEnd"/>
      <w:r>
        <w:t xml:space="preserve"> brandstof is en sterk bijdraagt aan de luchtvervuiling waar miljoenen mensen in jullie landen momenteel onder lijden. Het belasten, reguleren of zelfs </w:t>
      </w:r>
      <w:proofErr w:type="spellStart"/>
      <w:r>
        <w:t>uitfaseren</w:t>
      </w:r>
      <w:proofErr w:type="spellEnd"/>
      <w:r>
        <w:t xml:space="preserve"> van steenkool zou de emissies snel kunnen terugdringen, gevaarlijke luchtvervuiling kunnen verminderen en de volksgezondheid kunnen verbeteren.</w:t>
      </w:r>
    </w:p>
    <w:p w:rsidR="00BB2F58" w:rsidRPr="00CD0414" w:rsidRDefault="00684A61" w:rsidP="00CD0414">
      <w:pPr>
        <w:pStyle w:val="Bodytext50"/>
        <w:widowControl/>
        <w:shd w:val="clear" w:color="auto" w:fill="auto"/>
        <w:spacing w:before="0"/>
      </w:pPr>
      <w:r>
        <w:t>Aanvullende overwegingen</w:t>
      </w:r>
    </w:p>
    <w:p w:rsidR="00BB2F58" w:rsidRPr="00CD0414" w:rsidRDefault="00684A61" w:rsidP="00CD0414">
      <w:pPr>
        <w:pStyle w:val="Bodytext20"/>
        <w:widowControl/>
        <w:shd w:val="clear" w:color="auto" w:fill="auto"/>
        <w:spacing w:line="269" w:lineRule="exact"/>
        <w:ind w:firstLine="0"/>
        <w:jc w:val="both"/>
      </w:pPr>
      <w:r>
        <w:t xml:space="preserve">Jullie economieën hebben te kampen met conflicten en tegenstromen. Jullie landen zijn allemaal sterk afhankelijk van fossiele brandstoffen, inclusief steenkool, en veroorzaken momenteel 40 % van de uitstoot van broeikasgassen ter wereld. China alleen al is verantwoordelijk voor zo’n 28 % van de emissies. Samen met de andere ontwikkelingslanden stoten jullie ca. 64 % van alle emissies ter wereld uit, al zijn de emissies per hoofd van de bevolking in jullie landen lager dan die in de ontwikkelde landen. Het merendeel van de cumulatieve broeikasgasemissies die de klimaatcrisis hebben veroorzaakt, is echter toe te schrijven aan de ontwikkelde landen. Jullie vinden dat zij de morele verantwoordelijkheid hebben om hun emissies te verlagen en dat beleidsmaatregelen om de </w:t>
      </w:r>
      <w:r>
        <w:lastRenderedPageBreak/>
        <w:t>klimaatverandering tegen te gaan geen belemmering mogen vormen voor jullie economische ontwikkeling en jullie inspanningen om honderden miljoenen mensen uit de armoede te halen.</w:t>
      </w:r>
    </w:p>
    <w:p w:rsidR="00BB2F58" w:rsidRPr="00CD0414" w:rsidRDefault="00684A61" w:rsidP="00CD0414">
      <w:pPr>
        <w:pStyle w:val="Bodytext20"/>
        <w:widowControl/>
        <w:shd w:val="clear" w:color="auto" w:fill="auto"/>
        <w:spacing w:line="269" w:lineRule="exact"/>
        <w:ind w:firstLine="0"/>
        <w:jc w:val="both"/>
      </w:pPr>
      <w:r>
        <w:t>Tegelijkertijd erkennen jullie dat de klimaatverandering ernstige bedreigingen inhoudt voor de welvaart, gezondheid en levens van jullie burgers. De luchtvervuiling als gevolg van fossiele brandstoffen leidt tot ernstige ziekten en kost elk jaar miljoenen mensen voortijdig het leven in jullie landen. De stijging van de zeespiegel, extreme weersomstandigheden, droogte, slechtere oogsten en andere schadelijke gevolgen van de klimaatverandering werken conflicten en migratie in de hand en ondermijnen jullie nationale veiligheid en de legitimiteit van jullie regeringen.</w:t>
      </w:r>
    </w:p>
    <w:p w:rsidR="00BB2F58" w:rsidRPr="00CD0414" w:rsidRDefault="00684A61" w:rsidP="00CD0414">
      <w:pPr>
        <w:pStyle w:val="Bodytext20"/>
        <w:widowControl/>
        <w:shd w:val="clear" w:color="auto" w:fill="auto"/>
        <w:spacing w:line="269" w:lineRule="exact"/>
        <w:ind w:firstLine="0"/>
        <w:jc w:val="both"/>
      </w:pPr>
      <w:r>
        <w:t xml:space="preserve">De </w:t>
      </w:r>
      <w:proofErr w:type="spellStart"/>
      <w:r>
        <w:t>fossielebrandstofindustrie</w:t>
      </w:r>
      <w:proofErr w:type="spellEnd"/>
      <w:r>
        <w:t xml:space="preserve"> verzet zich tegen veranderingen, maar jullie landen en ondernemingen menen dat klimaatvriendelijk beleid goed voor jullie economie kan zijn. Energie-efficiëntie en hernieuwbare energie zoals wind- en zonne-energie, zijn vaak rendabel, leveren banen op en verbeteren de volksgezondheid. Zelfs al blijven jullie kolencentrales bouwen, dan nog strijden jullie met de ontwikkelde landen om de heerschappij op de </w:t>
      </w:r>
      <w:proofErr w:type="gramStart"/>
      <w:r>
        <w:t>snel groeiende</w:t>
      </w:r>
      <w:proofErr w:type="gramEnd"/>
      <w:r>
        <w:t xml:space="preserve"> markt voor hernieuwbare energie, elektrische voertuigen en energie-efficiënte gebouwen en industriële processen.</w:t>
      </w:r>
    </w:p>
    <w:p w:rsidR="00A27D58" w:rsidRPr="00CD0414" w:rsidRDefault="00A27D58">
      <w:pPr>
        <w:jc w:val="center"/>
      </w:pPr>
      <w:r>
        <w:t>_____________</w:t>
      </w:r>
    </w:p>
    <w:p w:rsidR="00A27D58" w:rsidRPr="00A27D58" w:rsidRDefault="00A27D58">
      <w:pPr>
        <w:pStyle w:val="Bodytext20"/>
        <w:widowControl/>
        <w:shd w:val="clear" w:color="auto" w:fill="auto"/>
        <w:spacing w:line="269" w:lineRule="exact"/>
        <w:ind w:firstLine="0"/>
        <w:jc w:val="both"/>
        <w:rPr>
          <w:lang w:val="en-GB"/>
        </w:rPr>
      </w:pPr>
    </w:p>
    <w:sectPr w:rsidR="00A27D58" w:rsidRPr="00A27D58" w:rsidSect="00CD0414">
      <w:footerReference w:type="default" r:id="rId8"/>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BB1" w:rsidRDefault="00684A61">
      <w:r>
        <w:separator/>
      </w:r>
    </w:p>
  </w:endnote>
  <w:endnote w:type="continuationSeparator" w:id="0">
    <w:p w:rsidR="00D82BB1" w:rsidRDefault="00684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D58" w:rsidRPr="00CD0414" w:rsidRDefault="00A27D58" w:rsidP="00CD0414">
    <w:pPr>
      <w:pStyle w:val="Footer"/>
      <w:jc w:val="both"/>
      <w:rPr>
        <w:i/>
        <w:sz w:val="20"/>
        <w:szCs w:val="20"/>
      </w:rPr>
    </w:pPr>
    <w:r>
      <w:rPr>
        <w:i/>
        <w:sz w:val="20"/>
        <w:szCs w:val="20"/>
      </w:rPr>
      <w:t xml:space="preserve">Ontwikkeld door </w:t>
    </w:r>
    <w:proofErr w:type="spellStart"/>
    <w:r>
      <w:rPr>
        <w:i/>
        <w:sz w:val="20"/>
        <w:szCs w:val="20"/>
      </w:rPr>
      <w:t>Climate</w:t>
    </w:r>
    <w:proofErr w:type="spellEnd"/>
    <w:r>
      <w:rPr>
        <w:i/>
        <w:sz w:val="20"/>
        <w:szCs w:val="20"/>
      </w:rPr>
      <w:t xml:space="preserve"> Interactive, MIT </w:t>
    </w:r>
    <w:proofErr w:type="spellStart"/>
    <w:r>
      <w:rPr>
        <w:i/>
        <w:sz w:val="20"/>
        <w:szCs w:val="20"/>
      </w:rPr>
      <w:t>Sloan</w:t>
    </w:r>
    <w:proofErr w:type="spellEnd"/>
    <w:r>
      <w:rPr>
        <w:i/>
        <w:sz w:val="20"/>
        <w:szCs w:val="20"/>
      </w:rPr>
      <w:t xml:space="preserve"> School of Management </w:t>
    </w:r>
    <w:proofErr w:type="spellStart"/>
    <w:r>
      <w:rPr>
        <w:i/>
        <w:sz w:val="20"/>
        <w:szCs w:val="20"/>
      </w:rPr>
      <w:t>Sustainability</w:t>
    </w:r>
    <w:proofErr w:type="spellEnd"/>
    <w:r>
      <w:rPr>
        <w:i/>
        <w:sz w:val="20"/>
        <w:szCs w:val="20"/>
      </w:rPr>
      <w:t xml:space="preserve"> </w:t>
    </w:r>
    <w:proofErr w:type="spellStart"/>
    <w:r>
      <w:rPr>
        <w:i/>
        <w:sz w:val="20"/>
        <w:szCs w:val="20"/>
      </w:rPr>
      <w:t>Initiative</w:t>
    </w:r>
    <w:proofErr w:type="spellEnd"/>
    <w:r>
      <w:rPr>
        <w:i/>
        <w:sz w:val="20"/>
        <w:szCs w:val="20"/>
      </w:rPr>
      <w:t xml:space="preserve">, ESB Business School, en </w:t>
    </w:r>
    <w:proofErr w:type="spellStart"/>
    <w:r>
      <w:rPr>
        <w:i/>
        <w:sz w:val="20"/>
        <w:szCs w:val="20"/>
      </w:rPr>
      <w:t>UMAS’s</w:t>
    </w:r>
    <w:proofErr w:type="spellEnd"/>
    <w:r>
      <w:rPr>
        <w:i/>
        <w:sz w:val="20"/>
        <w:szCs w:val="20"/>
      </w:rPr>
      <w:t xml:space="preserve"> Lowell </w:t>
    </w:r>
    <w:proofErr w:type="spellStart"/>
    <w:r>
      <w:rPr>
        <w:i/>
        <w:sz w:val="20"/>
        <w:szCs w:val="20"/>
      </w:rPr>
      <w:t>Climate</w:t>
    </w:r>
    <w:proofErr w:type="spellEnd"/>
    <w:r>
      <w:rPr>
        <w:i/>
        <w:sz w:val="20"/>
        <w:szCs w:val="20"/>
      </w:rPr>
      <w:t xml:space="preserve"> Change </w:t>
    </w:r>
    <w:proofErr w:type="spellStart"/>
    <w:r>
      <w:rPr>
        <w:i/>
        <w:sz w:val="20"/>
        <w:szCs w:val="20"/>
      </w:rPr>
      <w:t>Initiative</w:t>
    </w:r>
    <w:proofErr w:type="spellEnd"/>
    <w:r>
      <w:rPr>
        <w:i/>
        <w:sz w:val="20"/>
        <w:szCs w:val="20"/>
      </w:rPr>
      <w:t xml:space="preserve">. Voor het laatst bijgewerkt in augustus 2019. </w:t>
    </w:r>
    <w:hyperlink r:id="rId1" w:history="1">
      <w:r>
        <w:rPr>
          <w:i/>
          <w:sz w:val="20"/>
          <w:szCs w:val="20"/>
        </w:rPr>
        <w:t>www.climateinteractive.org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2F58" w:rsidRDefault="00BB2F58"/>
  </w:footnote>
  <w:footnote w:type="continuationSeparator" w:id="0">
    <w:p w:rsidR="00BB2F58" w:rsidRDefault="00BB2F58"/>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3C3391"/>
    <w:multiLevelType w:val="multilevel"/>
    <w:tmpl w:val="084A3A9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F58"/>
    <w:rsid w:val="00175F65"/>
    <w:rsid w:val="00392B0E"/>
    <w:rsid w:val="00584957"/>
    <w:rsid w:val="00684A61"/>
    <w:rsid w:val="007B0D28"/>
    <w:rsid w:val="007D288D"/>
    <w:rsid w:val="00816C33"/>
    <w:rsid w:val="00996C61"/>
    <w:rsid w:val="00A27D58"/>
    <w:rsid w:val="00BB2F58"/>
    <w:rsid w:val="00C06D50"/>
    <w:rsid w:val="00CD0414"/>
    <w:rsid w:val="00D82BB1"/>
    <w:rsid w:val="00E9456B"/>
    <w:rsid w:val="00F247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9E35B"/>
  <w15:docId w15:val="{5467836E-B694-4D39-93F9-A5CEDD6CE25A}"/>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nl-NL"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Heading21">
    <w:name w:val="Heading #2|1_"/>
    <w:basedOn w:val="DefaultParagraphFont"/>
    <w:link w:val="Heading21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nl-NL"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nl-NL"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nl-NL" w:eastAsia="en-US" w:bidi="en-US"/>
    </w:rPr>
  </w:style>
  <w:style w:type="character" w:customStyle="1" w:styleId="Heading21NotBold">
    <w:name w:val="Heading #2|1 + Not Bold"/>
    <w:basedOn w:val="Heading21"/>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nl-NL" w:eastAsia="en-US" w:bidi="en-US"/>
    </w:rPr>
  </w:style>
  <w:style w:type="character" w:customStyle="1" w:styleId="Bodytext265ptBold">
    <w:name w:val="Body text|2 + 6.5 pt;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nl-NL"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nl-NL"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Bold0">
    <w:name w:val="Body text|2 + Bold"/>
    <w:basedOn w:val="Bodytext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nl-NL"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nl-NL"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320" w:line="402" w:lineRule="exact"/>
      <w:outlineLvl w:val="0"/>
    </w:pPr>
    <w:rPr>
      <w:rFonts w:ascii="Arial" w:eastAsia="Arial" w:hAnsi="Arial" w:cs="Arial"/>
      <w:b/>
      <w:bCs/>
      <w:sz w:val="36"/>
      <w:szCs w:val="36"/>
    </w:rPr>
  </w:style>
  <w:style w:type="paragraph" w:customStyle="1" w:styleId="Heading210">
    <w:name w:val="Heading #2|1"/>
    <w:basedOn w:val="Normal"/>
    <w:link w:val="Heading21"/>
    <w:qFormat/>
    <w:pPr>
      <w:shd w:val="clear" w:color="auto" w:fill="FFFFFF"/>
      <w:spacing w:before="320" w:line="244" w:lineRule="exact"/>
      <w:jc w:val="both"/>
      <w:outlineLvl w:val="1"/>
    </w:pPr>
    <w:rPr>
      <w:b/>
      <w:bCs/>
      <w:sz w:val="22"/>
      <w:szCs w:val="22"/>
    </w:rPr>
  </w:style>
  <w:style w:type="paragraph" w:customStyle="1" w:styleId="Bodytext20">
    <w:name w:val="Body text|2"/>
    <w:basedOn w:val="Normal"/>
    <w:link w:val="Bodytext2"/>
    <w:qFormat/>
    <w:pPr>
      <w:shd w:val="clear" w:color="auto" w:fill="FFFFFF"/>
      <w:spacing w:after="120" w:line="244" w:lineRule="exact"/>
      <w:ind w:hanging="400"/>
      <w:jc w:val="center"/>
    </w:pPr>
    <w:rPr>
      <w:sz w:val="22"/>
      <w:szCs w:val="22"/>
    </w:rPr>
  </w:style>
  <w:style w:type="paragraph" w:customStyle="1" w:styleId="Bodytext30">
    <w:name w:val="Body text|3"/>
    <w:basedOn w:val="Normal"/>
    <w:link w:val="Bodytext3"/>
    <w:pPr>
      <w:shd w:val="clear" w:color="auto" w:fill="FFFFFF"/>
      <w:spacing w:before="120" w:after="480" w:line="244" w:lineRule="exact"/>
      <w:jc w:val="both"/>
    </w:pPr>
    <w:rPr>
      <w:b/>
      <w:bCs/>
      <w:sz w:val="22"/>
      <w:szCs w:val="22"/>
    </w:rPr>
  </w:style>
  <w:style w:type="paragraph" w:customStyle="1" w:styleId="Bodytext40">
    <w:name w:val="Body text|4"/>
    <w:basedOn w:val="Normal"/>
    <w:link w:val="Bodytext4"/>
    <w:pPr>
      <w:shd w:val="clear" w:color="auto" w:fill="FFFFFF"/>
      <w:spacing w:before="32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A27D58"/>
    <w:pPr>
      <w:tabs>
        <w:tab w:val="center" w:pos="4513"/>
        <w:tab w:val="right" w:pos="9026"/>
      </w:tabs>
    </w:pPr>
  </w:style>
  <w:style w:type="character" w:customStyle="1" w:styleId="HeaderChar">
    <w:name w:val="Header Char"/>
    <w:basedOn w:val="DefaultParagraphFont"/>
    <w:link w:val="Header"/>
    <w:uiPriority w:val="99"/>
    <w:rsid w:val="00A27D58"/>
    <w:rPr>
      <w:color w:val="000000"/>
    </w:rPr>
  </w:style>
  <w:style w:type="paragraph" w:styleId="Footer">
    <w:name w:val="footer"/>
    <w:basedOn w:val="Normal"/>
    <w:link w:val="FooterChar"/>
    <w:uiPriority w:val="99"/>
    <w:unhideWhenUsed/>
    <w:rsid w:val="00A27D58"/>
    <w:pPr>
      <w:tabs>
        <w:tab w:val="center" w:pos="4513"/>
        <w:tab w:val="right" w:pos="9026"/>
      </w:tabs>
    </w:pPr>
  </w:style>
  <w:style w:type="character" w:customStyle="1" w:styleId="FooterChar">
    <w:name w:val="Footer Char"/>
    <w:basedOn w:val="DefaultParagraphFont"/>
    <w:link w:val="Footer"/>
    <w:uiPriority w:val="99"/>
    <w:rsid w:val="00A27D58"/>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CTJJHAUHWN5E-644613129-2461</_dlc_DocId>
    <_dlc_DocIdUrl xmlns="bfc960a6-20da-4c94-8684-71380fca093b">
      <Url>http://dm2016/eesc/2019/_layouts/15/DocIdRedir.aspx?ID=CTJJHAUHWN5E-644613129-2461</Url>
      <Description>CTJJHAUHWN5E-644613129-2461</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48</Value>
      <Value>7</Value>
      <Value>63</Value>
      <Value>62</Value>
      <Value>246</Value>
      <Value>21</Value>
      <Value>152</Value>
      <Value>17</Value>
      <Value>52</Value>
      <Value>162</Value>
      <Value>11</Value>
      <Value>46</Value>
      <Value>45</Value>
      <Value>5</Value>
      <Value>154</Value>
      <Value>153</Value>
      <Value>4</Value>
      <Value>2</Value>
      <Value>1</Value>
      <Value>25</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NL</TermName>
          <TermId xmlns="http://schemas.microsoft.com/office/infopath/2007/PartnerControls">55c6556c-b4f4-441d-9acf-c498d4f838bd</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11390</FicheNumber>
    <DocumentPart xmlns="bfc960a6-20da-4c94-8684-71380fca093b">7</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BEC0CE-67C1-4FE0-BEB1-623127F18BB7}"/>
</file>

<file path=customXml/itemProps2.xml><?xml version="1.0" encoding="utf-8"?>
<ds:datastoreItem xmlns:ds="http://schemas.openxmlformats.org/officeDocument/2006/customXml" ds:itemID="{2F548293-25E6-41CD-8CF2-BE173D7BA0DD}"/>
</file>

<file path=customXml/itemProps3.xml><?xml version="1.0" encoding="utf-8"?>
<ds:datastoreItem xmlns:ds="http://schemas.openxmlformats.org/officeDocument/2006/customXml" ds:itemID="{1C1E1EC5-3912-420C-8B7B-C148699CC707}"/>
</file>

<file path=customXml/itemProps4.xml><?xml version="1.0" encoding="utf-8"?>
<ds:datastoreItem xmlns:ds="http://schemas.openxmlformats.org/officeDocument/2006/customXml" ds:itemID="{603CFB04-DAF1-477D-A116-4D43032B03CF}"/>
</file>

<file path=docProps/app.xml><?xml version="1.0" encoding="utf-8"?>
<Properties xmlns="http://schemas.openxmlformats.org/officeDocument/2006/extended-properties" xmlns:vt="http://schemas.openxmlformats.org/officeDocument/2006/docPropsVTypes">
  <Template>Styles</Template>
  <TotalTime>4</TotalTime>
  <Pages>3</Pages>
  <Words>1432</Words>
  <Characters>7882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9296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werkdocumenten - groep 6c - snel opkomende landen</dc:title>
  <dc:subject>Informatiedocument</dc:subject>
  <cp:keywords>EESC-2019-05163-07-00-INFO-TRA-EN</cp:keywords>
  <dc:description>Rapporteur:  - Original language: EN - Date of document: 09/12/2019 - Date of meeting:  - External documents:  - Administrator: MME LAHOUSSE Chloé</dc:description>
  <cp:lastModifiedBy>Sabine De Grave</cp:lastModifiedBy>
  <cp:revision>5</cp:revision>
  <dcterms:created xsi:type="dcterms:W3CDTF">2019-11-15T11:52:00Z</dcterms:created>
  <dcterms:modified xsi:type="dcterms:W3CDTF">2019-12-09T10:20:00Z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12:43:01, 11:32:49</vt:lpwstr>
  </property>
  <property fmtid="{D5CDD505-2E9C-101B-9397-08002B2CF9AE}" pid="5" name="Pref_User">
    <vt:lpwstr>hnic, htoo</vt:lpwstr>
  </property>
  <property fmtid="{D5CDD505-2E9C-101B-9397-08002B2CF9AE}" pid="6" name="Pref_FileName">
    <vt:lpwstr>EESC-2019-05163-07-00-INFO-TRA-EN-CRR.docx, EESC-2019-05163-07-00-INFO-CRR-EN.docx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5b05fae1-adb7-4c35-808e-56fca1bd99a5</vt:lpwstr>
  </property>
  <property fmtid="{D5CDD505-2E9C-101B-9397-08002B2CF9AE}" pid="9" name="AvailableTranslations">
    <vt:lpwstr>62;#FI|87606a43-d45f-42d6-b8c9-e1a3457db5b7;#246;#ME|925b3da5-5ac0-4b3c-928c-6ef66a5c9b3c;#153;#SR|7f3a1d13-b985-4bfd-981e-afe31377edff;#21;#IT|0774613c-01ed-4e5d-a25d-11d2388de825;#45;#NL|55c6556c-b4f4-441d-9acf-c498d4f838bd;#152;#MK|34ce48bb-063e-4413-a932-50853dc71c5c;#52;#DA|5d49c027-8956-412b-aa16-e85a0f96ad0e;#154;#SQ|5ac17240-8d11-45ec-9893-659b209d7a00;#46;#CS|72f9705b-0217-4fd3-bea2-cbc7ed80e26e;#162;#TR|6e4ededd-04c4-4fa0-94e0-1028050302d5;#48;#LT|a7ff5ce7-6123-4f68-865a-a57c31810414;#4;#EN|f2175f21-25d7-44a3-96da-d6a61b075e1b;#17;#ES|e7a6b05b-ae16-40c8-add9-68b64b03aeba;#63;#MT|7df99101-6854-4a26-b53a-b88c0da02c26;#25;#SK|46d9fce0-ef79-4f71-b89b-cd6aa82426b8</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7</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E|925b3da5-5ac0-4b3c-928c-6ef66a5c9b3c;SR|7f3a1d13-b985-4bfd-981e-afe31377edff;MK|34ce48bb-063e-4413-a932-50853dc71c5c;SQ|5ac17240-8d11-45ec-9893-659b209d7a00;TR|6e4ededd-04c4-4fa0-94e0-1028050302d5;EN|f2175f21-25d7-44a3-96da-d6a61b075e1b;ES|e7a6b05b-ae16-40c8-add9-68b64b03aeba;MT|7df99101-6854-4a26-b53a-b88c0da02c26</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7;#Final|ea5e6674-7b27-4bac-b091-73adbb394efe;#63;#MT|7df99101-6854-4a26-b53a-b88c0da02c26;#246;#ME|925b3da5-5ac0-4b3c-928c-6ef66a5c9b3c;#152;#MK|34ce48bb-063e-4413-a932-50853dc71c5c;#17;#ES|e7a6b05b-ae16-40c8-add9-68b64b03aeba;#162;#TR|6e4ededd-04c4-4fa0-94e0-1028050302d5;#11;#INFO|d9136e7c-93a9-4c42-9d28-92b61e85f80c;#5;#Unrestricted|826e22d7-d029-4ec0-a450-0c28ff673572;#154;#SQ|5ac17240-8d11-45ec-9893-659b209d7a00;#153;#SR|7f3a1d13-b985-4bfd-981e-afe31377edff;#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11390</vt:i4>
  </property>
  <property fmtid="{D5CDD505-2E9C-101B-9397-08002B2CF9AE}" pid="37" name="DocumentLanguage">
    <vt:lpwstr>45;#NL|55c6556c-b4f4-441d-9acf-c498d4f838bd</vt:lpwstr>
  </property>
</Properties>
</file>